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0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2"/>
        <w:gridCol w:w="8789"/>
        <w:gridCol w:w="1109"/>
      </w:tblGrid>
      <w:tr w:rsidR="00AE760F">
        <w:trPr>
          <w:gridAfter w:val="1"/>
          <w:wAfter w:w="1109" w:type="dxa"/>
        </w:trPr>
        <w:tc>
          <w:tcPr>
            <w:tcW w:w="492" w:type="dxa"/>
          </w:tcPr>
          <w:p w:rsidR="00AE760F" w:rsidRPr="004A637B" w:rsidRDefault="00AE760F" w:rsidP="004A637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vAlign w:val="center"/>
          </w:tcPr>
          <w:p w:rsidR="00AE760F" w:rsidRDefault="00AE760F" w:rsidP="004A637B">
            <w:pPr>
              <w:jc w:val="center"/>
            </w:pPr>
            <w:r>
              <w:t>МИНИСТЕРСТВО НАУКИ И ВЫСШЕГО ОБРАЗОВАНИЯ РОССИЙСКОЙ ФЕДЕРАЦИИ</w:t>
            </w:r>
          </w:p>
          <w:p w:rsidR="00AE760F" w:rsidRPr="004A637B" w:rsidRDefault="00AE760F" w:rsidP="004A637B">
            <w:pPr>
              <w:jc w:val="center"/>
              <w:rPr>
                <w:smallCaps/>
                <w:sz w:val="16"/>
                <w:szCs w:val="16"/>
              </w:rPr>
            </w:pPr>
            <w:r w:rsidRPr="004A637B">
              <w:rPr>
                <w:small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AE760F" w:rsidRPr="004A637B" w:rsidRDefault="00AE760F" w:rsidP="004A637B">
            <w:pPr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AE760F">
        <w:trPr>
          <w:gridAfter w:val="1"/>
          <w:wAfter w:w="1109" w:type="dxa"/>
        </w:trPr>
        <w:tc>
          <w:tcPr>
            <w:tcW w:w="492" w:type="dxa"/>
          </w:tcPr>
          <w:p w:rsidR="00AE760F" w:rsidRPr="004A637B" w:rsidRDefault="00AE760F" w:rsidP="004A637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789" w:type="dxa"/>
          </w:tcPr>
          <w:p w:rsidR="00AE760F" w:rsidRPr="004A637B" w:rsidRDefault="00AE760F" w:rsidP="004A637B">
            <w:pPr>
              <w:jc w:val="center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r w:rsidRPr="004A637B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Обнинский институт атомной энергетики</w:t>
            </w:r>
            <w:r w:rsidRPr="004A637B">
              <w:rPr>
                <w:rFonts w:ascii="Book Antiqua" w:hAnsi="Book Antiqua" w:cs="Book Antiqua"/>
                <w:b/>
                <w:bCs/>
              </w:rPr>
              <w:t xml:space="preserve"> </w:t>
            </w:r>
            <w:r w:rsidRPr="004A637B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 xml:space="preserve">– </w:t>
            </w:r>
          </w:p>
          <w:p w:rsidR="00AE760F" w:rsidRPr="004A637B" w:rsidRDefault="00AE760F" w:rsidP="004A637B">
            <w:pPr>
              <w:jc w:val="center"/>
              <w:rPr>
                <w:rFonts w:ascii="Book Antiqua" w:hAnsi="Book Antiqua" w:cs="Book Antiqua"/>
              </w:rPr>
            </w:pPr>
            <w:r w:rsidRPr="004A637B">
              <w:rPr>
                <w:rFonts w:ascii="Book Antiqua" w:hAnsi="Book Antiqua" w:cs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E760F" w:rsidRPr="004A637B" w:rsidRDefault="00AE760F" w:rsidP="004A637B">
            <w:pPr>
              <w:jc w:val="center"/>
              <w:rPr>
                <w:sz w:val="26"/>
                <w:szCs w:val="26"/>
              </w:rPr>
            </w:pPr>
            <w:r w:rsidRPr="004A637B">
              <w:rPr>
                <w:rFonts w:ascii="Book Antiqua" w:hAnsi="Book Antiqua" w:cs="Book Antiqua"/>
                <w:b/>
                <w:bCs/>
                <w:sz w:val="26"/>
                <w:szCs w:val="26"/>
              </w:rPr>
              <w:t>(ИАТЭ НИЯУ МИФИ)</w:t>
            </w:r>
          </w:p>
        </w:tc>
      </w:tr>
      <w:tr w:rsidR="00AE760F">
        <w:tc>
          <w:tcPr>
            <w:tcW w:w="10390" w:type="dxa"/>
            <w:gridSpan w:val="3"/>
            <w:tcMar>
              <w:left w:w="108" w:type="dxa"/>
              <w:right w:w="108" w:type="dxa"/>
            </w:tcMar>
            <w:vAlign w:val="center"/>
          </w:tcPr>
          <w:p w:rsidR="00AE760F" w:rsidRPr="004A637B" w:rsidRDefault="00AE760F" w:rsidP="004A637B">
            <w:pPr>
              <w:jc w:val="center"/>
              <w:rPr>
                <w:sz w:val="24"/>
                <w:szCs w:val="24"/>
              </w:rPr>
            </w:pPr>
          </w:p>
        </w:tc>
      </w:tr>
      <w:tr w:rsidR="00AE760F">
        <w:tc>
          <w:tcPr>
            <w:tcW w:w="10390" w:type="dxa"/>
            <w:gridSpan w:val="3"/>
            <w:tcMar>
              <w:left w:w="108" w:type="dxa"/>
              <w:right w:w="108" w:type="dxa"/>
            </w:tcMar>
          </w:tcPr>
          <w:p w:rsidR="00AE760F" w:rsidRPr="004A637B" w:rsidRDefault="00AE760F" w:rsidP="004A637B">
            <w:pPr>
              <w:jc w:val="center"/>
              <w:rPr>
                <w:sz w:val="24"/>
                <w:szCs w:val="24"/>
              </w:rPr>
            </w:pPr>
          </w:p>
        </w:tc>
      </w:tr>
      <w:tr w:rsidR="00AE760F">
        <w:tc>
          <w:tcPr>
            <w:tcW w:w="10390" w:type="dxa"/>
            <w:gridSpan w:val="3"/>
            <w:tcMar>
              <w:left w:w="108" w:type="dxa"/>
              <w:right w:w="108" w:type="dxa"/>
            </w:tcMar>
          </w:tcPr>
          <w:p w:rsidR="00AE760F" w:rsidRPr="004A637B" w:rsidRDefault="00AE760F" w:rsidP="004A63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AE760F" w:rsidRDefault="00AE760F">
      <w:pPr>
        <w:shd w:val="clear" w:color="auto" w:fill="FFFFFF"/>
        <w:spacing w:before="240" w:line="278" w:lineRule="auto"/>
        <w:ind w:right="-36" w:hanging="64"/>
      </w:pPr>
    </w:p>
    <w:p w:rsidR="00AE760F" w:rsidRDefault="00AE760F">
      <w:pPr>
        <w:shd w:val="clear" w:color="auto" w:fill="FFFFFF"/>
        <w:spacing w:before="240" w:line="576" w:lineRule="auto"/>
        <w:jc w:val="center"/>
      </w:pPr>
      <w:r>
        <w:rPr>
          <w:b/>
          <w:bCs/>
          <w:sz w:val="58"/>
          <w:szCs w:val="58"/>
        </w:rPr>
        <w:t>ДНЕВНИК</w:t>
      </w:r>
    </w:p>
    <w:p w:rsidR="00AE760F" w:rsidRDefault="00AE760F">
      <w:pPr>
        <w:shd w:val="clear" w:color="auto" w:fill="FFFFFF"/>
        <w:spacing w:before="240" w:line="576" w:lineRule="auto"/>
        <w:jc w:val="center"/>
      </w:pPr>
      <w:r>
        <w:rPr>
          <w:b/>
          <w:bCs/>
          <w:sz w:val="44"/>
          <w:szCs w:val="44"/>
        </w:rPr>
        <w:t>преддипломной практики</w:t>
      </w:r>
    </w:p>
    <w:p w:rsidR="00AE760F" w:rsidRDefault="00AE760F">
      <w:pPr>
        <w:shd w:val="clear" w:color="auto" w:fill="FFFFFF"/>
        <w:spacing w:before="538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обучающегося группы ХФМ-Б2__</w:t>
      </w:r>
    </w:p>
    <w:p w:rsidR="00AE760F" w:rsidRDefault="00AE760F">
      <w:pPr>
        <w:shd w:val="clear" w:color="auto" w:fill="FFFFFF"/>
        <w:spacing w:before="538"/>
        <w:jc w:val="center"/>
        <w:rPr>
          <w:b/>
          <w:bCs/>
          <w:sz w:val="36"/>
          <w:szCs w:val="36"/>
        </w:rPr>
      </w:pPr>
    </w:p>
    <w:p w:rsidR="00AE760F" w:rsidRDefault="00AE760F">
      <w:pPr>
        <w:shd w:val="clear" w:color="auto" w:fill="FFFFFF"/>
        <w:spacing w:before="240"/>
        <w:jc w:val="center"/>
        <w:rPr>
          <w:sz w:val="36"/>
          <w:szCs w:val="36"/>
        </w:rPr>
      </w:pPr>
      <w:r>
        <w:rPr>
          <w:sz w:val="28"/>
          <w:szCs w:val="28"/>
        </w:rPr>
        <w:t>(фамилия, инициалы)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2.png" o:spid="_x0000_s1026" type="#_x0000_t75" style="position:absolute;left:0;text-align:left;margin-left:48pt;margin-top:0;width:391.45pt;height:2.9pt;z-index:251658240;visibility:visible;mso-position-horizontal-relative:text;mso-position-vertical-relative:text">
            <v:imagedata r:id="rId7" o:title=""/>
          </v:shape>
        </w:pict>
      </w:r>
    </w:p>
    <w:p w:rsidR="00AE760F" w:rsidRDefault="00AE760F">
      <w:pPr>
        <w:shd w:val="clear" w:color="auto" w:fill="FFFFFF"/>
        <w:spacing w:before="900"/>
        <w:ind w:left="2381"/>
        <w:rPr>
          <w:b/>
          <w:bCs/>
          <w:sz w:val="24"/>
          <w:szCs w:val="24"/>
        </w:rPr>
      </w:pPr>
    </w:p>
    <w:p w:rsidR="00AE760F" w:rsidRDefault="00AE760F">
      <w:pPr>
        <w:shd w:val="clear" w:color="auto" w:fill="FFFFFF"/>
        <w:spacing w:before="500"/>
        <w:ind w:left="2381"/>
        <w:rPr>
          <w:b/>
          <w:bCs/>
          <w:sz w:val="24"/>
          <w:szCs w:val="24"/>
        </w:rPr>
      </w:pPr>
    </w:p>
    <w:p w:rsidR="00AE760F" w:rsidRDefault="00AE760F">
      <w:pPr>
        <w:shd w:val="clear" w:color="auto" w:fill="FFFFFF"/>
        <w:spacing w:before="500"/>
        <w:ind w:left="2381"/>
        <w:rPr>
          <w:b/>
          <w:bCs/>
          <w:sz w:val="24"/>
          <w:szCs w:val="24"/>
        </w:rPr>
      </w:pPr>
    </w:p>
    <w:p w:rsidR="00AE760F" w:rsidRDefault="00AE760F">
      <w:pPr>
        <w:shd w:val="clear" w:color="auto" w:fill="FFFFFF"/>
        <w:spacing w:before="500"/>
        <w:ind w:left="2381"/>
        <w:rPr>
          <w:b/>
          <w:bCs/>
          <w:sz w:val="24"/>
          <w:szCs w:val="24"/>
        </w:rPr>
      </w:pPr>
    </w:p>
    <w:p w:rsidR="00AE760F" w:rsidRDefault="00AE760F" w:rsidP="001B7E34">
      <w:pPr>
        <w:shd w:val="clear" w:color="auto" w:fill="FFFFFF"/>
        <w:spacing w:befor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Обнинск 202__ г.</w:t>
      </w:r>
      <w:r>
        <w:rPr>
          <w:b/>
          <w:bCs/>
          <w:sz w:val="28"/>
          <w:szCs w:val="28"/>
        </w:rPr>
        <w:br w:type="page"/>
      </w:r>
    </w:p>
    <w:p w:rsidR="00AE760F" w:rsidRPr="004B3915" w:rsidRDefault="00AE760F" w:rsidP="001B7E34">
      <w:pPr>
        <w:shd w:val="clear" w:color="auto" w:fill="FFFFFF"/>
        <w:spacing w:before="900" w:line="276" w:lineRule="auto"/>
        <w:jc w:val="center"/>
        <w:rPr>
          <w:b/>
          <w:bCs/>
          <w:sz w:val="24"/>
          <w:szCs w:val="24"/>
        </w:rPr>
      </w:pPr>
      <w:r w:rsidRPr="004B3915">
        <w:rPr>
          <w:b/>
          <w:bCs/>
          <w:sz w:val="24"/>
          <w:szCs w:val="24"/>
        </w:rPr>
        <w:t xml:space="preserve">ОБЛАСТИ НАУКИ И ТЕХНИКИ, </w:t>
      </w:r>
    </w:p>
    <w:p w:rsidR="00AE760F" w:rsidRPr="004B3915" w:rsidRDefault="00AE760F" w:rsidP="001B7E34">
      <w:pPr>
        <w:shd w:val="clear" w:color="auto" w:fill="FFFFFF"/>
        <w:spacing w:line="276" w:lineRule="auto"/>
        <w:jc w:val="center"/>
        <w:rPr>
          <w:sz w:val="24"/>
          <w:szCs w:val="24"/>
        </w:rPr>
      </w:pPr>
      <w:r w:rsidRPr="004B3915">
        <w:rPr>
          <w:b/>
          <w:bCs/>
          <w:sz w:val="24"/>
          <w:szCs w:val="24"/>
        </w:rPr>
        <w:t>В КОТОРЫХ СПЕЦИАЛИЗИРУЕТСЯ ПРАКТИКАНТ</w:t>
      </w:r>
    </w:p>
    <w:p w:rsidR="00AE760F" w:rsidRPr="004B3915" w:rsidRDefault="00AE760F" w:rsidP="001B7E34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4B3915">
        <w:rPr>
          <w:b/>
          <w:bCs/>
          <w:sz w:val="24"/>
          <w:szCs w:val="24"/>
        </w:rPr>
        <w:t>“Ядерно-физические технологии в медицине”</w:t>
      </w:r>
    </w:p>
    <w:p w:rsidR="00AE760F" w:rsidRPr="004B3915" w:rsidRDefault="00AE760F" w:rsidP="001B7E34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AE760F" w:rsidRPr="004B3915" w:rsidRDefault="00AE760F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Производственная практика является неотъемлемой, завершающей частью учебного процесса и служит целям дальнейшего развития навыков научно-исследовательской работы, углубления и практического приложения теоретических знаний. Во время практики осуществляется знакомство студента с организацией научно-технической и производственной деятельности предприятий, лабораторий, отделов.</w:t>
      </w:r>
    </w:p>
    <w:p w:rsidR="00AE760F" w:rsidRPr="004B3915" w:rsidRDefault="00AE760F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AE760F" w:rsidRPr="004B3915" w:rsidRDefault="00AE760F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Студенты проходят производственную практику на базовых предприятиях (в научно-исследовательских организациях, на предприятиях, в лабораториях КБ и заводов), на кафедрах, УНЛ и других подразделениях ИАТЭ НИЯУ МИФИ.</w:t>
      </w:r>
    </w:p>
    <w:p w:rsidR="00AE760F" w:rsidRPr="004B3915" w:rsidRDefault="00AE760F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AE760F" w:rsidRPr="004B3915" w:rsidRDefault="00AE760F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 xml:space="preserve">Сроки прохождения практики определяются рабочими учебными планами.  </w:t>
      </w:r>
    </w:p>
    <w:p w:rsidR="00AE760F" w:rsidRPr="004B3915" w:rsidRDefault="00AE760F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AE760F" w:rsidRPr="004B3915" w:rsidRDefault="00AE760F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Во время прохождения практики студент обязан:</w:t>
      </w:r>
    </w:p>
    <w:p w:rsidR="00AE760F" w:rsidRPr="004B3915" w:rsidRDefault="00AE760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полностью выполнять задания, предусмотренные программой практики;</w:t>
      </w:r>
    </w:p>
    <w:p w:rsidR="00AE760F" w:rsidRPr="004B3915" w:rsidRDefault="00AE760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подчиняться действующим на предприятии, в учреждении, организации правилам внутреннего трудового распорядка;</w:t>
      </w:r>
    </w:p>
    <w:p w:rsidR="00AE760F" w:rsidRPr="004B3915" w:rsidRDefault="00AE760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изучить и строго соблюдать правила охраны труда, техники безопасности и производственной санитарии;</w:t>
      </w:r>
    </w:p>
    <w:p w:rsidR="00AE760F" w:rsidRPr="004B3915" w:rsidRDefault="00AE760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нести ответственность за выполняемую работу и ее результаты;</w:t>
      </w:r>
    </w:p>
    <w:p w:rsidR="00AE760F" w:rsidRPr="004B3915" w:rsidRDefault="00AE760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 окончании практики представить руководителю практики письменный отчет о выполнении всех заданий и сдать зачет (защитить отчет) по практике.</w:t>
      </w:r>
    </w:p>
    <w:p w:rsidR="00AE760F" w:rsidRPr="004B3915" w:rsidRDefault="00AE760F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</w:p>
    <w:p w:rsidR="00AE760F" w:rsidRPr="004B3915" w:rsidRDefault="00AE760F" w:rsidP="001B7E34">
      <w:pPr>
        <w:pStyle w:val="ListParagraph"/>
        <w:numPr>
          <w:ilvl w:val="0"/>
          <w:numId w:val="2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b/>
          <w:bCs/>
          <w:sz w:val="24"/>
          <w:szCs w:val="24"/>
        </w:rPr>
        <w:t>Порядок ведения дневника</w:t>
      </w:r>
      <w:r w:rsidRPr="004B3915">
        <w:rPr>
          <w:sz w:val="24"/>
          <w:szCs w:val="24"/>
        </w:rPr>
        <w:t>:</w:t>
      </w:r>
    </w:p>
    <w:p w:rsidR="00AE760F" w:rsidRPr="004B3915" w:rsidRDefault="00AE760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дневник заполняется студентом лично и ведется регулярно в течение всей практики;</w:t>
      </w:r>
    </w:p>
    <w:p w:rsidR="00AE760F" w:rsidRPr="004B3915" w:rsidRDefault="00AE760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руководитель практики согласно регламенту, рекомендованному руководителем образовательной программы, просматривает дневник и записывает в нем свои замечания;</w:t>
      </w:r>
    </w:p>
    <w:p w:rsidR="00AE760F" w:rsidRPr="004B3915" w:rsidRDefault="00AE760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1 студент указывает все требуемые общие сведения (отметка о дате выезда из ИАТЭ НИЯУ МИФИ делается в случае прохождения практики на предприятиях, в том числе и обнинских);</w:t>
      </w:r>
    </w:p>
    <w:p w:rsidR="00AE760F" w:rsidRPr="004B3915" w:rsidRDefault="00AE760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раздел 2 заполняется студентом совместно с руководителем практики;</w:t>
      </w:r>
    </w:p>
    <w:p w:rsidR="00AE760F" w:rsidRPr="004B3915" w:rsidRDefault="00AE760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3 студент подводит итоги проделанной работы и дает свои предложения по содержанию практики;</w:t>
      </w:r>
    </w:p>
    <w:p w:rsidR="00AE760F" w:rsidRPr="004B3915" w:rsidRDefault="00AE760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4 руководитель практики делает подробный анализ проделанной студентом работы и выносит по ней свое заключение с обязательным указанием оценки за практику;</w:t>
      </w:r>
    </w:p>
    <w:p w:rsidR="00AE760F" w:rsidRPr="004B3915" w:rsidRDefault="00AE760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5 комиссия по приему зачета по практике дает оценку всей проделанной студентом работы с учетом результатов защиты.</w:t>
      </w:r>
    </w:p>
    <w:p w:rsidR="00AE760F" w:rsidRPr="004B3915" w:rsidRDefault="00AE760F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</w:p>
    <w:p w:rsidR="00AE760F" w:rsidRPr="004B3915" w:rsidRDefault="00AE760F" w:rsidP="001B7E34">
      <w:pPr>
        <w:widowControl/>
        <w:spacing w:line="276" w:lineRule="auto"/>
        <w:ind w:firstLine="426"/>
        <w:jc w:val="both"/>
        <w:rPr>
          <w:color w:val="000000"/>
          <w:sz w:val="24"/>
          <w:szCs w:val="24"/>
        </w:rPr>
      </w:pPr>
      <w:r w:rsidRPr="004B3915">
        <w:rPr>
          <w:color w:val="000000"/>
          <w:sz w:val="24"/>
          <w:szCs w:val="24"/>
        </w:rPr>
        <w:t xml:space="preserve">6. </w:t>
      </w:r>
      <w:r w:rsidRPr="004B3915">
        <w:rPr>
          <w:b/>
          <w:bCs/>
          <w:color w:val="000000"/>
          <w:sz w:val="24"/>
          <w:szCs w:val="24"/>
        </w:rPr>
        <w:t>Подведение итогов практики</w:t>
      </w:r>
      <w:r w:rsidRPr="004B3915">
        <w:rPr>
          <w:color w:val="000000"/>
          <w:sz w:val="24"/>
          <w:szCs w:val="24"/>
        </w:rPr>
        <w:t>. По окончании практики студент составляет письменный отчет и сдает его своему руководителю одновременно с дневником. В отчете обязательно должно быть отражено современное состояние научной проблемы, к которой относятся программа практики, методика исследований, описание экспериментально-расчетной части. Основу отчета составляют сведения о конкретно выполненной студентом производственной работе в период практики. Объем отчета должен составлять не менее 15 страниц. Формат А4, шрифт 14, через 1,5 интервала с полями. К отчету могут прилагаться графики, таблицы, схемы, заполненные формы (бланки) документов.</w:t>
      </w:r>
    </w:p>
    <w:p w:rsidR="00AE760F" w:rsidRPr="004B3915" w:rsidRDefault="00AE760F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Для оформления отчета студенту выделяется в конце практики 3-5 дней.</w:t>
      </w:r>
    </w:p>
    <w:p w:rsidR="00AE760F" w:rsidRPr="004B3915" w:rsidRDefault="00AE760F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 окончании практики студент защищает отчет о проделанной работе в комиссии. На базах практики комиссии назначаются руководителем предприятия, а в институте – руководителем образовательной программы.</w:t>
      </w:r>
    </w:p>
    <w:p w:rsidR="00AE760F" w:rsidRDefault="00AE760F">
      <w:pPr>
        <w:shd w:val="clear" w:color="auto" w:fill="FFFFFF"/>
        <w:rPr>
          <w:sz w:val="24"/>
          <w:szCs w:val="24"/>
        </w:rPr>
        <w:sectPr w:rsidR="00AE760F">
          <w:pgSz w:w="11909" w:h="16834"/>
          <w:pgMar w:top="1134" w:right="851" w:bottom="1134" w:left="1701" w:header="720" w:footer="720" w:gutter="0"/>
          <w:cols w:space="720"/>
        </w:sectPr>
      </w:pPr>
    </w:p>
    <w:p w:rsidR="00AE760F" w:rsidRDefault="00AE760F">
      <w:pPr>
        <w:shd w:val="clear" w:color="auto" w:fill="FFFFFF"/>
        <w:ind w:right="101"/>
        <w:jc w:val="center"/>
      </w:pPr>
      <w:r>
        <w:rPr>
          <w:b/>
          <w:bCs/>
          <w:sz w:val="34"/>
          <w:szCs w:val="34"/>
        </w:rPr>
        <w:t>ПАМЯТКА</w:t>
      </w:r>
    </w:p>
    <w:p w:rsidR="00AE760F" w:rsidRDefault="00AE760F">
      <w:pPr>
        <w:shd w:val="clear" w:color="auto" w:fill="FFFFFF"/>
        <w:spacing w:before="96" w:line="27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обучающимся, проходящим производственную практику</w:t>
      </w:r>
    </w:p>
    <w:p w:rsidR="00AE760F" w:rsidRDefault="00AE760F">
      <w:pPr>
        <w:shd w:val="clear" w:color="auto" w:fill="FFFFFF"/>
        <w:spacing w:line="360" w:lineRule="auto"/>
        <w:ind w:firstLine="709"/>
        <w:jc w:val="center"/>
        <w:rPr>
          <w:sz w:val="24"/>
          <w:szCs w:val="24"/>
        </w:rPr>
      </w:pPr>
    </w:p>
    <w:p w:rsidR="00AE760F" w:rsidRDefault="00AE760F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Производственная практика является неотъемлемой, завершающей частью учебного процесса и служит целям дальнейшего развития навыков научно-исследовательской работы, углубления и практического приложения теоретических знаний. Во время практики осуществляется знакомство обучающегося с организацией научно-технической и производственной деятельности предприятий, лабораторий, отделов.</w:t>
      </w:r>
    </w:p>
    <w:p w:rsidR="00AE760F" w:rsidRDefault="00AE760F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Обучающиеся проходят производственную практику в организациях, осуществляющих деятельность по профилю осваиваемой образовательной программы (профильных организациях), в том числе в их подразделениях, в структурных подразделениях ИАТЭ НИЯУ МИФИ, профиль деятельности которых соответствует осваиваемой образовательной программе.</w:t>
      </w:r>
    </w:p>
    <w:p w:rsidR="00AE760F" w:rsidRDefault="00AE760F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Сроки прохождения практики определяются рабочими учебными планами, календарным учебным графиком.</w:t>
      </w:r>
    </w:p>
    <w:p w:rsidR="00AE760F" w:rsidRDefault="00AE760F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Во время прохождения практики обучающийся обязан:</w:t>
      </w:r>
    </w:p>
    <w:p w:rsidR="00AE760F" w:rsidRDefault="00AE760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Arial MT" w:hAnsi="Arial MT" w:cs="Arial MT"/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полностью выполнять задания, предусмотренные программой практики;</w:t>
      </w:r>
    </w:p>
    <w:p w:rsidR="00AE760F" w:rsidRDefault="00AE760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подчиняться действующим на предприятии, в учреждении или организации правилам внутреннего трудового распорядка;</w:t>
      </w:r>
    </w:p>
    <w:p w:rsidR="00AE760F" w:rsidRDefault="00AE760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изучить и строго соблюдать правила охраны труда, техники безопасности и производственной санитарии;</w:t>
      </w:r>
    </w:p>
    <w:p w:rsidR="00AE760F" w:rsidRDefault="00AE760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нести ответственность за выполняемую работу и ее результаты;</w:t>
      </w:r>
    </w:p>
    <w:p w:rsidR="00AE760F" w:rsidRDefault="00AE760F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по окончании практики представить руководителю практической подготовки от университета письменный отчет о выполнении всех заданий и сдать зачет (защитить отчет) по практике.</w:t>
      </w:r>
    </w:p>
    <w:p w:rsidR="00AE760F" w:rsidRDefault="00AE760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Порядок ведения дневника:</w:t>
      </w:r>
    </w:p>
    <w:p w:rsidR="00AE760F" w:rsidRDefault="00AE760F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дневник заполняется обучающихся лично и ведется регулярно в течение всей практики;</w:t>
      </w:r>
    </w:p>
    <w:p w:rsidR="00AE760F" w:rsidRDefault="00AE760F">
      <w:pPr>
        <w:numPr>
          <w:ilvl w:val="0"/>
          <w:numId w:val="1"/>
        </w:numPr>
        <w:tabs>
          <w:tab w:val="left" w:pos="903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руководитель практической подготовки от университета, просматривает дневник и записывает в нем свои замечания;</w:t>
      </w:r>
    </w:p>
    <w:p w:rsidR="00AE760F" w:rsidRDefault="00AE760F">
      <w:pPr>
        <w:numPr>
          <w:ilvl w:val="0"/>
          <w:numId w:val="1"/>
        </w:numPr>
        <w:tabs>
          <w:tab w:val="left" w:pos="893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1 обучающийся указывает все требуемые общие сведения (отметка о дате выезда из НИЯУ МИФИ делается в случае прохождения практики на предприятиях, в том числе и московских);</w:t>
      </w:r>
    </w:p>
    <w:p w:rsidR="00AE760F" w:rsidRDefault="00AE760F">
      <w:pPr>
        <w:numPr>
          <w:ilvl w:val="0"/>
          <w:numId w:val="1"/>
        </w:numPr>
        <w:tabs>
          <w:tab w:val="left" w:pos="1111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раздел 2 заполняется обучающихся совместно с руководителем практической подготовки от университета;</w:t>
      </w:r>
    </w:p>
    <w:p w:rsidR="00AE760F" w:rsidRDefault="00AE760F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3 обучающийся подводит итоги проделанной работы и дает свои предложения по содержанию практики;</w:t>
      </w:r>
    </w:p>
    <w:p w:rsidR="00AE760F" w:rsidRDefault="00AE760F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4 руководитель практической подготовки делает подробный анализ проделанной обучающихся работы и выносит по ней свое заключение с обязательным указанием оценки за практику;</w:t>
      </w:r>
    </w:p>
    <w:p w:rsidR="00AE760F" w:rsidRDefault="00AE760F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5 комиссия по приему зачета по практике дает оценку всей проделанной обучающихся работы с учетом результатов защиты.</w:t>
      </w:r>
    </w:p>
    <w:p w:rsidR="00AE760F" w:rsidRDefault="00AE760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Подведение итогов практики. По окончании практики обучающийся составляет письменный отчет и сдает его своему руководителю от университета одновременно с дневником. В отчете обязательно должно быть отражено современное состояние проблемы, к которой относятся программа практики (методика исследований, описание экспериментальной установки и т.д.). Основу отчета составляют сведения о конкретно выполненной обучающихся производственной работе в период практики. Объем отчета должен составлять не менее 10 страниц. Формат А4, шрифт 14, интервал - 1,5 интервала. К отчету могут прилагаться графики, таблицы, схемы, заполненные формы (бланки) документов.</w:t>
      </w:r>
    </w:p>
    <w:p w:rsidR="00AE760F" w:rsidRDefault="00AE760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оформления отчета обучающемуся выделяется в конце практики 3-5 дней.</w:t>
      </w:r>
    </w:p>
    <w:p w:rsidR="00AE760F" w:rsidRDefault="00AE760F">
      <w:pPr>
        <w:tabs>
          <w:tab w:val="left" w:pos="2636"/>
          <w:tab w:val="left" w:pos="3725"/>
          <w:tab w:val="left" w:pos="5955"/>
          <w:tab w:val="left" w:pos="6970"/>
          <w:tab w:val="left" w:pos="9038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обучающийся сдает комиссии зачет с оценкой о проделанной работе (защищает отчет). Комиссии назначаются отделением, ответственным за организацию и проведение практик.</w:t>
      </w:r>
    </w:p>
    <w:p w:rsidR="00AE760F" w:rsidRDefault="00AE760F">
      <w:pPr>
        <w:shd w:val="clear" w:color="auto" w:fill="FFFFFF"/>
        <w:ind w:left="3581"/>
      </w:pPr>
      <w:r>
        <w:br w:type="page"/>
      </w:r>
      <w:r>
        <w:rPr>
          <w:b/>
          <w:bCs/>
          <w:sz w:val="26"/>
          <w:szCs w:val="26"/>
        </w:rPr>
        <w:t>1. Общие сведения</w:t>
      </w:r>
    </w:p>
    <w:p w:rsidR="00AE760F" w:rsidRDefault="00AE760F">
      <w:pPr>
        <w:shd w:val="clear" w:color="auto" w:fill="FFFFFF"/>
        <w:spacing w:before="624"/>
        <w:ind w:left="19"/>
        <w:rPr>
          <w:sz w:val="22"/>
          <w:szCs w:val="22"/>
        </w:rPr>
      </w:pPr>
      <w:r>
        <w:rPr>
          <w:sz w:val="22"/>
          <w:szCs w:val="22"/>
        </w:rPr>
        <w:t>1. Фамилия _______________________________________________________________</w:t>
      </w:r>
    </w:p>
    <w:p w:rsidR="00AE760F" w:rsidRDefault="00AE760F">
      <w:pPr>
        <w:shd w:val="clear" w:color="auto" w:fill="FFFFFF"/>
        <w:spacing w:before="326"/>
        <w:rPr>
          <w:sz w:val="22"/>
          <w:szCs w:val="22"/>
        </w:rPr>
      </w:pPr>
      <w:r>
        <w:rPr>
          <w:sz w:val="22"/>
          <w:szCs w:val="22"/>
        </w:rPr>
        <w:t>2. Имя, отчество ___________________________________________________</w:t>
      </w:r>
    </w:p>
    <w:p w:rsidR="00AE760F" w:rsidRDefault="00AE760F">
      <w:pPr>
        <w:shd w:val="clear" w:color="auto" w:fill="FFFFFF"/>
        <w:spacing w:before="317"/>
        <w:ind w:left="5"/>
        <w:rPr>
          <w:sz w:val="22"/>
          <w:szCs w:val="22"/>
        </w:rPr>
      </w:pPr>
      <w:r>
        <w:rPr>
          <w:sz w:val="22"/>
          <w:szCs w:val="22"/>
        </w:rPr>
        <w:t>3. Группа _________</w:t>
      </w:r>
      <w:r>
        <w:rPr>
          <w:sz w:val="22"/>
          <w:szCs w:val="22"/>
          <w:u w:val="single"/>
        </w:rPr>
        <w:t>МФ-Б20</w:t>
      </w:r>
      <w:r>
        <w:rPr>
          <w:sz w:val="22"/>
          <w:szCs w:val="22"/>
        </w:rPr>
        <w:t>_________________________________________________________</w:t>
      </w:r>
    </w:p>
    <w:p w:rsidR="00AE760F" w:rsidRDefault="00AE760F">
      <w:pPr>
        <w:shd w:val="clear" w:color="auto" w:fill="FFFFFF"/>
        <w:spacing w:before="307"/>
        <w:rPr>
          <w:sz w:val="22"/>
          <w:szCs w:val="22"/>
        </w:rPr>
      </w:pPr>
      <w:r>
        <w:rPr>
          <w:sz w:val="22"/>
          <w:szCs w:val="22"/>
        </w:rPr>
        <w:t>4. Направление подготовки / Специальность (код, наименование) _______________________</w:t>
      </w:r>
    </w:p>
    <w:p w:rsidR="00AE760F" w:rsidRDefault="00AE760F">
      <w:pPr>
        <w:shd w:val="clear" w:color="auto" w:fill="FFFFFF"/>
        <w:spacing w:before="307"/>
        <w:rPr>
          <w:sz w:val="22"/>
          <w:szCs w:val="22"/>
        </w:rPr>
      </w:pPr>
      <w:r>
        <w:rPr>
          <w:sz w:val="22"/>
          <w:szCs w:val="22"/>
        </w:rPr>
        <w:t>____</w:t>
      </w:r>
      <w:r w:rsidRPr="004B3915">
        <w:rPr>
          <w:sz w:val="22"/>
          <w:szCs w:val="22"/>
          <w:u w:val="single"/>
        </w:rPr>
        <w:t>03.03.02 Физика, Ядерно-физические технологии в медицине</w:t>
      </w:r>
      <w:r>
        <w:rPr>
          <w:sz w:val="22"/>
          <w:szCs w:val="22"/>
        </w:rPr>
        <w:t>___________________________</w:t>
      </w:r>
    </w:p>
    <w:p w:rsidR="00AE760F" w:rsidRDefault="00AE760F">
      <w:pPr>
        <w:shd w:val="clear" w:color="auto" w:fill="FFFFFF"/>
        <w:spacing w:before="331" w:line="600" w:lineRule="auto"/>
        <w:ind w:left="10"/>
        <w:rPr>
          <w:sz w:val="22"/>
          <w:szCs w:val="22"/>
        </w:rPr>
      </w:pPr>
      <w:r>
        <w:rPr>
          <w:sz w:val="22"/>
          <w:szCs w:val="22"/>
        </w:rPr>
        <w:t>5. Предприятие _________________</w:t>
      </w:r>
    </w:p>
    <w:p w:rsidR="00AE760F" w:rsidRDefault="00AE760F">
      <w:pPr>
        <w:shd w:val="clear" w:color="auto" w:fill="FFFFFF"/>
        <w:spacing w:before="312" w:line="600" w:lineRule="auto"/>
        <w:ind w:left="10"/>
        <w:rPr>
          <w:sz w:val="22"/>
          <w:szCs w:val="22"/>
        </w:rPr>
      </w:pPr>
      <w:r>
        <w:rPr>
          <w:sz w:val="22"/>
          <w:szCs w:val="22"/>
        </w:rPr>
        <w:t>6. Руководитель образовательной программы</w:t>
      </w:r>
    </w:p>
    <w:p w:rsidR="00AE760F" w:rsidRDefault="00AE760F">
      <w:pPr>
        <w:shd w:val="clear" w:color="auto" w:fill="FFFFFF"/>
        <w:ind w:left="1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</w:t>
      </w:r>
    </w:p>
    <w:p w:rsidR="00AE760F" w:rsidRDefault="00AE760F">
      <w:pPr>
        <w:shd w:val="clear" w:color="auto" w:fill="FFFFFF"/>
        <w:ind w:left="4042"/>
      </w:pPr>
      <w:r>
        <w:t>(ф., и., о., телефон)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7. Руководитель практической подготовки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</w:t>
      </w:r>
    </w:p>
    <w:p w:rsidR="00AE760F" w:rsidRDefault="00AE760F">
      <w:pPr>
        <w:shd w:val="clear" w:color="auto" w:fill="FFFFFF"/>
        <w:ind w:left="10"/>
        <w:jc w:val="center"/>
      </w:pPr>
      <w:r>
        <w:t>(ф. и. о., ученая степень, звание, должность)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8. Ответственное лицо от профильной организации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</w:t>
      </w:r>
      <w:r>
        <w:rPr>
          <w:color w:val="FF0000"/>
          <w:sz w:val="22"/>
          <w:szCs w:val="22"/>
        </w:rPr>
        <w:t>_____________________________________________________________</w:t>
      </w:r>
      <w:r w:rsidRPr="00BF4598">
        <w:rPr>
          <w:color w:val="FF0000"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__________</w:t>
      </w:r>
    </w:p>
    <w:p w:rsidR="00AE760F" w:rsidRDefault="00AE760F">
      <w:pPr>
        <w:shd w:val="clear" w:color="auto" w:fill="FFFFFF"/>
        <w:ind w:left="10"/>
        <w:jc w:val="center"/>
      </w:pPr>
      <w:bookmarkStart w:id="0" w:name="_30j0zll" w:colFirst="0" w:colLast="0"/>
      <w:bookmarkEnd w:id="0"/>
      <w:r>
        <w:t>(ф. и. о., должность)</w:t>
      </w: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9. Сроки практики по учебному плану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bookmarkStart w:id="1" w:name="_1fob9te" w:colFirst="0" w:colLast="0"/>
      <w:bookmarkEnd w:id="1"/>
      <w:r>
        <w:rPr>
          <w:sz w:val="22"/>
          <w:szCs w:val="22"/>
        </w:rPr>
        <w:t xml:space="preserve"> ________________________________________________________________________________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10. Дата выезда из ИАТЭ НИЯУ МИФИ __________________________________________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11. Дата прибытия на место прохождения практики____________________________________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12. Назначен на должность* и приступил к работе____________________________________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13. Переведен на должность_______________________________________________________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14. Дата выезда с места прохождения практики________________________________________</w:t>
      </w:r>
    </w:p>
    <w:p w:rsidR="00AE760F" w:rsidRDefault="00AE760F">
      <w:pPr>
        <w:shd w:val="clear" w:color="auto" w:fill="FFFFFF"/>
        <w:rPr>
          <w:sz w:val="22"/>
          <w:szCs w:val="22"/>
        </w:rPr>
      </w:pPr>
    </w:p>
    <w:p w:rsidR="00AE760F" w:rsidRDefault="00AE760F">
      <w:pPr>
        <w:shd w:val="clear" w:color="auto" w:fill="FFFFFF"/>
        <w:rPr>
          <w:sz w:val="22"/>
          <w:szCs w:val="22"/>
        </w:rPr>
        <w:sectPr w:rsidR="00AE760F">
          <w:pgSz w:w="11909" w:h="16834"/>
          <w:pgMar w:top="1134" w:right="851" w:bottom="1134" w:left="1701" w:header="720" w:footer="720" w:gutter="0"/>
          <w:cols w:space="720"/>
        </w:sectPr>
      </w:pPr>
      <w:r>
        <w:rPr>
          <w:sz w:val="22"/>
          <w:szCs w:val="22"/>
        </w:rPr>
        <w:t>15. Дата прибытия в ИАТЭ НИЯУ МИФИ_______________________________________________</w:t>
      </w:r>
    </w:p>
    <w:p w:rsidR="00AE760F" w:rsidRDefault="00AE760F">
      <w:pPr>
        <w:shd w:val="clear" w:color="auto" w:fill="FFFFFF"/>
        <w:rPr>
          <w:sz w:val="16"/>
          <w:szCs w:val="16"/>
        </w:rPr>
      </w:pPr>
    </w:p>
    <w:p w:rsidR="00AE760F" w:rsidRDefault="00AE760F">
      <w:pPr>
        <w:shd w:val="clear" w:color="auto" w:fill="FFFFFF"/>
        <w:spacing w:before="900"/>
      </w:pPr>
      <w:r>
        <w:rPr>
          <w:sz w:val="16"/>
          <w:szCs w:val="16"/>
        </w:rPr>
        <w:t>*Вопрос о назначении практиканта на должность решается индивидуально по месту прохождений практики с учетом возможностей предприятия (организации).</w:t>
      </w:r>
      <w:r>
        <w:br w:type="page"/>
      </w:r>
      <w:r>
        <w:rPr>
          <w:b/>
          <w:bCs/>
          <w:sz w:val="26"/>
          <w:szCs w:val="26"/>
        </w:rPr>
        <w:t>2. Индивидуальное задание обучающегося по производственной практике</w:t>
      </w:r>
    </w:p>
    <w:p w:rsidR="00AE760F" w:rsidRDefault="00AE760F">
      <w:pPr>
        <w:spacing w:after="346" w:line="14" w:lineRule="auto"/>
        <w:rPr>
          <w:sz w:val="2"/>
          <w:szCs w:val="2"/>
        </w:rPr>
      </w:pPr>
    </w:p>
    <w:tbl>
      <w:tblPr>
        <w:tblW w:w="9405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5355"/>
        <w:gridCol w:w="1651"/>
        <w:gridCol w:w="1814"/>
      </w:tblGrid>
      <w:tr w:rsidR="00AE760F" w:rsidRPr="00A25768">
        <w:trPr>
          <w:trHeight w:val="1418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b/>
                <w:bCs/>
                <w:sz w:val="24"/>
                <w:szCs w:val="24"/>
              </w:rPr>
              <w:t>Форма отчетности</w:t>
            </w:r>
          </w:p>
        </w:tc>
      </w:tr>
      <w:tr w:rsidR="00AE760F" w:rsidRPr="00A25768">
        <w:trPr>
          <w:trHeight w:val="68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1.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bookmarkStart w:id="2" w:name="_3znysh7" w:colFirst="0" w:colLast="0"/>
            <w:bookmarkEnd w:id="2"/>
            <w:r w:rsidRPr="004A637B">
              <w:rPr>
                <w:sz w:val="24"/>
                <w:szCs w:val="24"/>
              </w:rPr>
              <w:t>Определение темы, целей, задач, плана, форм отчетности. Получение первичной информации о правилах составления и оформления учебно-методических и организационно-методических материалов, организации учебного процесса в вузе, задачах преподавателей и учебно-методических подразделений и др.</w:t>
            </w:r>
            <w:bookmarkStart w:id="3" w:name="_2et92p0" w:colFirst="0" w:colLast="0"/>
            <w:bookmarkEnd w:id="3"/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06.09-22-02.10.22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 xml:space="preserve">Опрос </w:t>
            </w:r>
          </w:p>
        </w:tc>
      </w:tr>
      <w:tr w:rsidR="00AE760F" w:rsidRPr="00A25768">
        <w:trPr>
          <w:trHeight w:val="64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2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widowControl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Освоение аудиторной педагогической работы. Закрепление, расширение, углубление и систематизация знаний, полученных в процессе изучения специальных дисциплин и информации, полученной в ходе первого этапа педагогической практики. В частности, ознакомление с организацией и проведением различных форм учебных занятий, посещение и анализ лекций, лабораторных и практических занятий и т.д.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03.10.22-30.10.22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color w:val="000000"/>
                <w:sz w:val="24"/>
                <w:szCs w:val="24"/>
              </w:rPr>
              <w:t>Подготовка рабочих планов и конспектов занятий</w:t>
            </w:r>
          </w:p>
        </w:tc>
      </w:tr>
      <w:tr w:rsidR="00AE760F" w:rsidRPr="00A25768">
        <w:trPr>
          <w:trHeight w:val="1077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3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widowControl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Составление рабочих планов и конспектов практических занятий и текстов лекций, их обсуждение с научным руководителем. Подготовка и проведение аудиторных занятий (чтение или сопровождение лекций, проведение лабораторных или практических занятий и др. в присутствии научного руководителя с последующим разбором) и др.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01.11.22-30.11.22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Презентации по темам</w:t>
            </w:r>
          </w:p>
        </w:tc>
      </w:tr>
      <w:tr w:rsidR="00AE760F" w:rsidRPr="00A25768">
        <w:trPr>
          <w:trHeight w:val="921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4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widowControl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A637B">
              <w:rPr>
                <w:rStyle w:val="FontStyle140"/>
                <w:b w:val="0"/>
                <w:bCs w:val="0"/>
                <w:sz w:val="24"/>
                <w:szCs w:val="24"/>
              </w:rPr>
              <w:t>Окончательное оформление отчета и дневника по практике. Подготовка презентации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22.11.22-30.11.22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План корректирующих мероприятий</w:t>
            </w:r>
          </w:p>
        </w:tc>
      </w:tr>
      <w:tr w:rsidR="00AE760F" w:rsidRPr="00A25768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5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widowControl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Согласование отчета по практике с руководителем.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01.12.22-18.12.22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Собеседование</w:t>
            </w:r>
          </w:p>
        </w:tc>
      </w:tr>
      <w:tr w:rsidR="00AE760F" w:rsidRPr="00A25768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6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 xml:space="preserve">Защита отчета и обсуждение выступления </w:t>
            </w:r>
            <w:r w:rsidRPr="004A637B">
              <w:rPr>
                <w:rStyle w:val="FontStyle142"/>
                <w:sz w:val="24"/>
                <w:szCs w:val="24"/>
              </w:rPr>
              <w:t>обучающегося</w:t>
            </w:r>
            <w:r w:rsidRPr="004A637B">
              <w:rPr>
                <w:sz w:val="24"/>
                <w:szCs w:val="24"/>
              </w:rPr>
              <w:t xml:space="preserve"> с анализом проделанной работы. Сдача дневника.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19.12.22-27.12.22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60F" w:rsidRPr="004A637B" w:rsidRDefault="00AE760F" w:rsidP="004A637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637B">
              <w:rPr>
                <w:sz w:val="24"/>
                <w:szCs w:val="24"/>
              </w:rPr>
              <w:t>Отчёт</w:t>
            </w:r>
          </w:p>
        </w:tc>
      </w:tr>
    </w:tbl>
    <w:p w:rsidR="00AE760F" w:rsidRDefault="00AE760F">
      <w:pPr>
        <w:shd w:val="clear" w:color="auto" w:fill="FFFFFF"/>
        <w:rPr>
          <w:b/>
          <w:bCs/>
        </w:rPr>
      </w:pPr>
    </w:p>
    <w:p w:rsidR="00AE760F" w:rsidRDefault="00AE760F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Ориентировочная тема выпускной квалификационной работы</w:t>
      </w:r>
    </w:p>
    <w:p w:rsidR="00AE760F" w:rsidRDefault="00AE760F">
      <w:pPr>
        <w:shd w:val="clear" w:color="auto" w:fill="FFFFFF"/>
        <w:rPr>
          <w:b/>
          <w:bCs/>
          <w:sz w:val="22"/>
          <w:szCs w:val="22"/>
        </w:rPr>
      </w:pPr>
    </w:p>
    <w:p w:rsidR="00AE760F" w:rsidRDefault="00AE760F">
      <w:pPr>
        <w:shd w:val="clear" w:color="auto" w:fill="FFFFFF"/>
        <w:rPr>
          <w:b/>
          <w:bCs/>
        </w:rPr>
      </w:pPr>
      <w:r>
        <w:rPr>
          <w:b/>
          <w:bCs/>
        </w:rPr>
        <w:t>___________________________________________________________________________________</w:t>
      </w:r>
    </w:p>
    <w:p w:rsidR="00AE760F" w:rsidRDefault="00AE760F">
      <w:pPr>
        <w:shd w:val="clear" w:color="auto" w:fill="FFFFFF"/>
        <w:rPr>
          <w:b/>
          <w:bCs/>
        </w:rPr>
      </w:pPr>
    </w:p>
    <w:p w:rsidR="00AE760F" w:rsidRDefault="00AE760F">
      <w:pPr>
        <w:shd w:val="clear" w:color="auto" w:fill="FFFFFF"/>
        <w:rPr>
          <w:b/>
          <w:bCs/>
        </w:rPr>
      </w:pPr>
    </w:p>
    <w:p w:rsidR="00AE760F" w:rsidRDefault="00AE760F">
      <w:pPr>
        <w:shd w:val="clear" w:color="auto" w:fill="FFFFFF"/>
        <w:rPr>
          <w:b/>
          <w:bCs/>
        </w:rPr>
      </w:pPr>
      <w:r>
        <w:rPr>
          <w:b/>
          <w:bCs/>
        </w:rPr>
        <w:t>___________________________________________________________________________________</w:t>
      </w:r>
    </w:p>
    <w:p w:rsidR="00AE760F" w:rsidRDefault="00AE760F">
      <w:pPr>
        <w:shd w:val="clear" w:color="auto" w:fill="FFFFFF"/>
        <w:jc w:val="center"/>
        <w:rPr>
          <w:sz w:val="24"/>
          <w:szCs w:val="24"/>
        </w:rPr>
      </w:pPr>
    </w:p>
    <w:p w:rsidR="00AE760F" w:rsidRDefault="00AE760F">
      <w:pPr>
        <w:shd w:val="clear" w:color="auto" w:fill="FFFFF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i/>
          <w:iCs/>
          <w:sz w:val="24"/>
          <w:szCs w:val="24"/>
        </w:rPr>
        <w:t>Руководитель практической подготовки</w:t>
      </w:r>
    </w:p>
    <w:p w:rsidR="00AE760F" w:rsidRDefault="00AE760F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AE760F" w:rsidRDefault="00AE760F">
      <w:pPr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</w:t>
      </w:r>
      <w:r>
        <w:rPr>
          <w:b/>
          <w:bCs/>
          <w:sz w:val="24"/>
          <w:szCs w:val="24"/>
        </w:rPr>
        <w:tab/>
        <w:t>«_____»____________20</w:t>
      </w:r>
      <w:r>
        <w:rPr>
          <w:b/>
          <w:bCs/>
          <w:sz w:val="24"/>
          <w:szCs w:val="24"/>
        </w:rPr>
        <w:tab/>
        <w:t>г.</w:t>
      </w:r>
    </w:p>
    <w:p w:rsidR="00AE760F" w:rsidRDefault="00AE760F">
      <w:pPr>
        <w:shd w:val="clear" w:color="auto" w:fill="FFFFF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i/>
          <w:iCs/>
          <w:sz w:val="24"/>
          <w:szCs w:val="24"/>
        </w:rPr>
        <w:t>Ответственное лицо от профильной организации</w:t>
      </w:r>
    </w:p>
    <w:p w:rsidR="00AE760F" w:rsidRDefault="00AE760F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AE760F" w:rsidRDefault="00AE760F">
      <w:pPr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4"/>
          <w:szCs w:val="24"/>
        </w:rPr>
        <w:t>______________________</w:t>
      </w:r>
      <w:r>
        <w:rPr>
          <w:b/>
          <w:bCs/>
          <w:sz w:val="24"/>
          <w:szCs w:val="24"/>
        </w:rPr>
        <w:tab/>
        <w:t>«_____»____________20</w:t>
      </w:r>
      <w:r>
        <w:rPr>
          <w:b/>
          <w:bCs/>
          <w:sz w:val="24"/>
          <w:szCs w:val="24"/>
        </w:rPr>
        <w:tab/>
        <w:t>г.</w:t>
      </w:r>
      <w:r>
        <w:br w:type="page"/>
      </w:r>
      <w:r>
        <w:rPr>
          <w:b/>
          <w:bCs/>
          <w:sz w:val="26"/>
          <w:szCs w:val="26"/>
        </w:rPr>
        <w:t>3. Заключение обучающегося по итогам практики и его предложения по содержанию индивидуального задания</w:t>
      </w:r>
    </w:p>
    <w:p w:rsidR="00AE760F" w:rsidRDefault="00AE760F">
      <w:pPr>
        <w:shd w:val="clear" w:color="auto" w:fill="FFFFFF"/>
        <w:jc w:val="both"/>
        <w:rPr>
          <w:sz w:val="26"/>
          <w:szCs w:val="26"/>
        </w:rPr>
      </w:pPr>
    </w:p>
    <w:p w:rsidR="00AE760F" w:rsidRPr="00BF4598" w:rsidRDefault="00AE760F" w:rsidP="006E649C">
      <w:pPr>
        <w:shd w:val="clear" w:color="auto" w:fill="FFFFFF"/>
        <w:spacing w:line="360" w:lineRule="auto"/>
        <w:ind w:firstLine="72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(Пример) </w:t>
      </w:r>
      <w:r w:rsidRPr="00BF4598">
        <w:rPr>
          <w:color w:val="FF0000"/>
          <w:sz w:val="24"/>
          <w:szCs w:val="24"/>
        </w:rPr>
        <w:t>В ходе практики я ознакомилась с новейшими технологиями регенеративной биологии и методами биофабрикации. Изучила устройство и работу микротома с вибрирующим лезвием Leica VT1200 и Leica VT1200S с целью дальнейшего его использования в нарезке образцов живых тканей.</w:t>
      </w:r>
      <w:r w:rsidRPr="00BF4598">
        <w:rPr>
          <w:color w:val="FF0000"/>
        </w:rPr>
        <w:t xml:space="preserve"> </w:t>
      </w:r>
      <w:r w:rsidRPr="00BF4598">
        <w:rPr>
          <w:color w:val="FF0000"/>
          <w:sz w:val="24"/>
          <w:szCs w:val="24"/>
        </w:rPr>
        <w:t xml:space="preserve">Изучила методики предварительной подготовки и нарезки тканей на микротоме с вибрирующим лезвием Leica VT1200. Изучила способы количественного и качественного анализа жизнеспособности клеток в тканевых срезах при помощи флуоресцентных красителей. Опробовала на практике способ получения тонких срезов ткани печени и опухолевой ткани слизистой оболочки альвеолярного отростка верхней челюсти при помощи микротом с вибрирующим лезвием Leica VT1200, а также способ проведение качественного анализа жизнеспособности клеток в срезах тканей при помощи набора LIVE/DEAD. </w:t>
      </w:r>
    </w:p>
    <w:p w:rsidR="00AE760F" w:rsidRPr="00BF4598" w:rsidRDefault="00AE760F" w:rsidP="006E649C">
      <w:pPr>
        <w:shd w:val="clear" w:color="auto" w:fill="FFFFFF"/>
        <w:spacing w:line="360" w:lineRule="auto"/>
        <w:ind w:firstLine="720"/>
        <w:jc w:val="both"/>
        <w:rPr>
          <w:color w:val="FF0000"/>
          <w:sz w:val="24"/>
          <w:szCs w:val="24"/>
        </w:rPr>
      </w:pPr>
      <w:r w:rsidRPr="00BF4598">
        <w:rPr>
          <w:color w:val="FF0000"/>
          <w:sz w:val="24"/>
          <w:szCs w:val="24"/>
        </w:rPr>
        <w:t>Проведенный в ходе практики литературный обзор и отработка лабораторных методов являются основой для дальнейшего исследования возможности культивирования, манипуляций и визуализации тканей в реальном времени в качестве образца для оценки влияния ионизирующего излучения и разработки трёхмерных физиологически совместимых тканевых моделей для оценки эффектов ионизирующего облучения, а также децеллюляризации и трансплантации в животное.</w:t>
      </w:r>
    </w:p>
    <w:p w:rsidR="00AE760F" w:rsidRPr="00BF4598" w:rsidRDefault="00AE760F" w:rsidP="006E649C">
      <w:pPr>
        <w:spacing w:line="360" w:lineRule="auto"/>
        <w:ind w:firstLine="720"/>
        <w:jc w:val="both"/>
        <w:rPr>
          <w:color w:val="FF0000"/>
          <w:sz w:val="24"/>
          <w:szCs w:val="24"/>
        </w:rPr>
      </w:pPr>
      <w:r w:rsidRPr="00BF4598">
        <w:rPr>
          <w:color w:val="FF0000"/>
          <w:sz w:val="24"/>
          <w:szCs w:val="24"/>
        </w:rPr>
        <w:t xml:space="preserve">Содержание практики меня полностью удовлетворило, так как, во-первых, был предоставлен достаточно большой кластер информации относительно работы, которую я проводила, а, во-вторых, практика была насыщенна деятельностью, которая позволила мне в полной мере освоить методики, которые можно применить не только к тканям печени и опухолевой ткани слизистой оболочки альвеолярного отростка верхней челюсти, но и большинству других тканей организма. </w:t>
      </w: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both"/>
      </w:pPr>
    </w:p>
    <w:p w:rsidR="00AE760F" w:rsidRDefault="00AE760F">
      <w:pPr>
        <w:shd w:val="clear" w:color="auto" w:fill="FFFFFF"/>
        <w:jc w:val="right"/>
        <w:rPr>
          <w:i/>
          <w:iCs/>
        </w:rPr>
      </w:pPr>
      <w:r>
        <w:rPr>
          <w:i/>
          <w:iCs/>
          <w:sz w:val="24"/>
          <w:szCs w:val="24"/>
        </w:rPr>
        <w:t>Подпись обучающегося</w:t>
      </w:r>
    </w:p>
    <w:p w:rsidR="00AE760F" w:rsidRDefault="00AE760F">
      <w:pPr>
        <w:shd w:val="clear" w:color="auto" w:fill="FFFFFF"/>
        <w:spacing w:before="90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«_____»____________2022 г.</w:t>
      </w:r>
    </w:p>
    <w:p w:rsidR="00AE760F" w:rsidRDefault="00AE760F">
      <w:pPr>
        <w:shd w:val="clear" w:color="auto" w:fill="FFFFFF"/>
        <w:spacing w:before="900"/>
        <w:jc w:val="center"/>
      </w:pPr>
      <w:r>
        <w:rPr>
          <w:b/>
          <w:bCs/>
          <w:sz w:val="26"/>
          <w:szCs w:val="26"/>
        </w:rPr>
        <w:t>4. Производственная характеристика обучающегося</w:t>
      </w:r>
    </w:p>
    <w:p w:rsidR="00AE760F" w:rsidRDefault="00AE760F">
      <w:pPr>
        <w:shd w:val="clear" w:color="auto" w:fill="FFFFFF"/>
        <w:jc w:val="both"/>
        <w:rPr>
          <w:sz w:val="22"/>
          <w:szCs w:val="22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прохождении практики </w:t>
      </w:r>
      <w:r w:rsidRPr="00560570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ФИО</w:t>
      </w:r>
      <w:r w:rsidRPr="00560570">
        <w:rPr>
          <w:sz w:val="26"/>
          <w:szCs w:val="26"/>
        </w:rPr>
        <w:t xml:space="preserve">________ </w:t>
      </w:r>
      <w:r>
        <w:rPr>
          <w:sz w:val="26"/>
          <w:szCs w:val="26"/>
        </w:rPr>
        <w:t>проявила отличное знание биологических принципов и наличие творческих навыков при планировании и решении научных задач, а также упорство и смелость в освоении новых знаний и приобретении навыков работы с клеточными и тканевыми культурами.</w:t>
      </w: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>Выполненная в семестре научная работа полностью соответствует плану подготовки квалификационной работы бакалавра.</w:t>
      </w: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>Рекомендуемая оценка за практику – «_____________».</w:t>
      </w: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AE760F" w:rsidRDefault="00AE760F">
      <w:pPr>
        <w:shd w:val="clear" w:color="auto" w:fill="FFFFFF"/>
        <w:jc w:val="both"/>
        <w:rPr>
          <w:sz w:val="26"/>
          <w:szCs w:val="26"/>
        </w:rPr>
      </w:pPr>
    </w:p>
    <w:p w:rsidR="00AE760F" w:rsidRDefault="00AE760F">
      <w:pPr>
        <w:shd w:val="clear" w:color="auto" w:fill="FFFFFF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Руководитель практической подготовки</w:t>
      </w:r>
    </w:p>
    <w:p w:rsidR="00AE760F" w:rsidRDefault="00AE760F">
      <w:pPr>
        <w:shd w:val="clear" w:color="auto" w:fill="FFFFFF"/>
        <w:rPr>
          <w:b/>
          <w:bCs/>
          <w:i/>
          <w:iCs/>
          <w:sz w:val="26"/>
          <w:szCs w:val="26"/>
        </w:rPr>
      </w:pPr>
    </w:p>
    <w:p w:rsidR="00AE760F" w:rsidRDefault="00AE760F">
      <w:pPr>
        <w:shd w:val="clear" w:color="auto" w:fill="FFFFFF"/>
        <w:rPr>
          <w:sz w:val="26"/>
          <w:szCs w:val="26"/>
        </w:rPr>
      </w:pPr>
      <w:r>
        <w:rPr>
          <w:color w:val="FF0000"/>
          <w:sz w:val="26"/>
          <w:szCs w:val="26"/>
        </w:rPr>
        <w:t>Должность</w:t>
      </w:r>
      <w:r>
        <w:rPr>
          <w:color w:val="FF0000"/>
          <w:sz w:val="26"/>
          <w:szCs w:val="26"/>
        </w:rPr>
        <w:tab/>
        <w:t>_______________________________Подпись/ФИО</w:t>
      </w:r>
    </w:p>
    <w:p w:rsidR="00AE760F" w:rsidRDefault="00AE760F">
      <w:pPr>
        <w:shd w:val="clear" w:color="auto" w:fill="FFFFFF"/>
        <w:rPr>
          <w:sz w:val="26"/>
          <w:szCs w:val="26"/>
        </w:rPr>
      </w:pPr>
    </w:p>
    <w:p w:rsidR="00AE760F" w:rsidRDefault="00AE760F">
      <w:pPr>
        <w:shd w:val="clear" w:color="auto" w:fill="FFFFFF"/>
        <w:ind w:left="3600" w:firstLine="720"/>
        <w:rPr>
          <w:sz w:val="26"/>
          <w:szCs w:val="26"/>
        </w:rPr>
      </w:pPr>
    </w:p>
    <w:p w:rsidR="00AE760F" w:rsidRDefault="00AE760F">
      <w:pPr>
        <w:shd w:val="clear" w:color="auto" w:fill="FFFFFF"/>
        <w:ind w:left="5040" w:firstLine="720"/>
      </w:pPr>
      <w:r>
        <w:rPr>
          <w:sz w:val="26"/>
          <w:szCs w:val="26"/>
        </w:rPr>
        <w:t>«       » _______________ 202_</w:t>
      </w:r>
      <w:bookmarkStart w:id="4" w:name="_GoBack"/>
      <w:bookmarkEnd w:id="4"/>
      <w:r>
        <w:rPr>
          <w:sz w:val="26"/>
          <w:szCs w:val="26"/>
        </w:rPr>
        <w:t xml:space="preserve"> г.</w:t>
      </w:r>
      <w:r>
        <w:br w:type="page"/>
      </w:r>
    </w:p>
    <w:p w:rsidR="00AE760F" w:rsidRDefault="00AE760F">
      <w:pPr>
        <w:shd w:val="clear" w:color="auto" w:fill="FFFFFF"/>
        <w:jc w:val="center"/>
      </w:pPr>
      <w:r>
        <w:rPr>
          <w:b/>
          <w:bCs/>
          <w:sz w:val="26"/>
          <w:szCs w:val="26"/>
        </w:rPr>
        <w:t>5. ЗАКЛЮЧЕНИЕ комиссии по результатам защиты по практике</w:t>
      </w:r>
    </w:p>
    <w:p w:rsidR="00AE760F" w:rsidRDefault="00AE760F">
      <w:pPr>
        <w:shd w:val="clear" w:color="auto" w:fill="FFFFFF"/>
      </w:pP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12"/>
        <w:gridCol w:w="3519"/>
        <w:gridCol w:w="4256"/>
      </w:tblGrid>
      <w:tr w:rsidR="00AE760F" w:rsidRPr="00BF45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Коды компетенций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AE760F" w:rsidRPr="00BF45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УКЦ-3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З-УКЦ-3 – Знать: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средств.</w:t>
            </w:r>
          </w:p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У-УКЦ-3 – Уметь: эффективно планировать и контролировать собственное время, использовать методы саморегуляции, саморазвития и самообучения в течение всей жизни с использованием цифровых средств.</w:t>
            </w:r>
          </w:p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В-УКЦ-3 – Владеть: методами управления собственным</w:t>
            </w:r>
            <w:r w:rsidRPr="00BF4598">
              <w:rPr>
                <w:color w:val="000000"/>
                <w:sz w:val="24"/>
                <w:szCs w:val="24"/>
              </w:rPr>
              <w:tab/>
              <w:t>временем, технологиями приобретения,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средств.</w:t>
            </w:r>
          </w:p>
        </w:tc>
      </w:tr>
      <w:tr w:rsidR="00AE760F" w:rsidRPr="00BF45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ПК-8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Способен проектировать, организовывать и анализировать педагогическую деятельность, обеспечивая последовательность изложения материала и междисциплинарные связи физики с другими дисциплинами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З-ПК-8 – Знать: теоретические основы создания и использования новых педагогических технологий и методических систем обучения, нормативно-правовые документы, регламентирующие образовательный процесс.</w:t>
            </w:r>
          </w:p>
          <w:p w:rsidR="00AE760F" w:rsidRPr="00BF4598" w:rsidRDefault="00AE760F" w:rsidP="00BF4598">
            <w:pPr>
              <w:widowControl/>
              <w:ind w:right="97"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У-ПК-8 – Уметь: разрабатывать научно-методическое обеспечение реализации курируемых учебных предметов, курсов, дисциплин.</w:t>
            </w:r>
          </w:p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В-ПК-8 – Владеть: систематизированными теоретическими и практическими знаниями для определения и решения задач в области образования.</w:t>
            </w:r>
          </w:p>
        </w:tc>
      </w:tr>
    </w:tbl>
    <w:p w:rsidR="00AE760F" w:rsidRPr="00BF4598" w:rsidRDefault="00AE760F">
      <w:pPr>
        <w:shd w:val="clear" w:color="auto" w:fill="FFFFFF"/>
        <w:rPr>
          <w:sz w:val="24"/>
          <w:szCs w:val="24"/>
        </w:rPr>
      </w:pPr>
    </w:p>
    <w:p w:rsidR="00AE760F" w:rsidRPr="00BF4598" w:rsidRDefault="00AE760F" w:rsidP="00BF4598">
      <w:pPr>
        <w:widowControl/>
        <w:jc w:val="both"/>
        <w:rPr>
          <w:sz w:val="24"/>
          <w:szCs w:val="24"/>
        </w:rPr>
      </w:pPr>
      <w:r w:rsidRPr="00BF4598">
        <w:rPr>
          <w:b/>
          <w:bCs/>
          <w:color w:val="000000"/>
          <w:sz w:val="24"/>
          <w:szCs w:val="24"/>
        </w:rPr>
        <w:t>6. </w:t>
      </w:r>
      <w:r w:rsidRPr="00BF4598">
        <w:rPr>
          <w:b/>
          <w:bCs/>
          <w:smallCaps/>
          <w:color w:val="000000"/>
          <w:sz w:val="24"/>
          <w:szCs w:val="24"/>
        </w:rPr>
        <w:t>ВОСПИТАТЕЛЬНЫЙ ПОТЕНЦИАЛ ПРАКТИКИ</w:t>
      </w:r>
    </w:p>
    <w:p w:rsidR="00AE760F" w:rsidRPr="00BF4598" w:rsidRDefault="00AE760F" w:rsidP="00BF4598">
      <w:pPr>
        <w:widowControl/>
        <w:rPr>
          <w:sz w:val="24"/>
          <w:szCs w:val="24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407"/>
        <w:gridCol w:w="2162"/>
        <w:gridCol w:w="4918"/>
      </w:tblGrid>
      <w:tr w:rsidR="00AE760F" w:rsidRPr="00BF4598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Направления/цели воспитания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Задачи воспитания (код)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Воспитательный потенциал дисциплины</w:t>
            </w:r>
          </w:p>
        </w:tc>
      </w:tr>
      <w:tr w:rsidR="00AE760F" w:rsidRPr="00BF4598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Гражданское и</w:t>
            </w:r>
            <w:r w:rsidRPr="00BF4598">
              <w:rPr>
                <w:color w:val="000000"/>
                <w:sz w:val="24"/>
                <w:szCs w:val="24"/>
              </w:rPr>
              <w:br/>
              <w:t>патриотическое воспитание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Формирование неприятия деструктивных идеологий (В6)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1. Использование воспитательного потенциала дисциплин «История (история России, всеобщая история)», «Право», «Социальные взаимодействия и общественные отношения», «Психология» и др. для формирования понимания многообразия культур и цивилизаций, их взаимодействия, многовариантности, формирования уважения к уникальности народов, культур, личности посредством тематического акцентирования в содержании дисциплин и учебных заданий.</w:t>
            </w:r>
          </w:p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2. Использование воспитательного потенциала дисциплин «История (история России, всеобщая история)», «Философия», «Социально-политические отношения»  для формирования понимания влияния  различных аспектов культуры и религии на общественную жизнь и формирование личности; роли  нравственности, морали, толерантности в развитии общества  посредством тематического акцентирования  в содержании дисциплин  и  учебных заданий.</w:t>
            </w:r>
          </w:p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3. Использование воспитательного потенциала дисциплин «История (история России, всеобщая история)», «Право», ««Социально-политические отношения»», «Философия» и др.</w:t>
            </w:r>
          </w:p>
          <w:p w:rsidR="00AE760F" w:rsidRPr="00BF4598" w:rsidRDefault="00AE760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для формирования неприятия экстремизма и девиантного поведения посредством тематического акцентирования в содержании дисциплин и специализированных учебных заданий.</w:t>
            </w:r>
          </w:p>
        </w:tc>
      </w:tr>
    </w:tbl>
    <w:p w:rsidR="00AE760F" w:rsidRPr="00BF4598" w:rsidRDefault="00AE760F">
      <w:pPr>
        <w:shd w:val="clear" w:color="auto" w:fill="FFFFFF"/>
        <w:rPr>
          <w:sz w:val="24"/>
          <w:szCs w:val="24"/>
        </w:rPr>
      </w:pPr>
    </w:p>
    <w:p w:rsidR="00AE760F" w:rsidRPr="00BF4598" w:rsidRDefault="00AE760F">
      <w:pPr>
        <w:shd w:val="clear" w:color="auto" w:fill="FFFFFF"/>
        <w:rPr>
          <w:sz w:val="24"/>
          <w:szCs w:val="24"/>
        </w:rPr>
      </w:pPr>
    </w:p>
    <w:p w:rsidR="00AE760F" w:rsidRPr="00BF4598" w:rsidRDefault="00AE760F">
      <w:pPr>
        <w:shd w:val="clear" w:color="auto" w:fill="FFFFFF"/>
        <w:rPr>
          <w:sz w:val="24"/>
          <w:szCs w:val="24"/>
        </w:rPr>
      </w:pPr>
    </w:p>
    <w:p w:rsidR="00AE760F" w:rsidRPr="00BF4598" w:rsidRDefault="00AE760F">
      <w:pPr>
        <w:shd w:val="clear" w:color="auto" w:fill="FFFFFF"/>
        <w:rPr>
          <w:sz w:val="24"/>
          <w:szCs w:val="24"/>
        </w:rPr>
      </w:pPr>
    </w:p>
    <w:p w:rsidR="00AE760F" w:rsidRPr="00BF4598" w:rsidRDefault="00AE760F">
      <w:pPr>
        <w:shd w:val="clear" w:color="auto" w:fill="FFFFFF"/>
        <w:rPr>
          <w:sz w:val="24"/>
          <w:szCs w:val="24"/>
        </w:rPr>
      </w:pPr>
    </w:p>
    <w:p w:rsidR="00AE760F" w:rsidRDefault="00AE760F">
      <w:pPr>
        <w:shd w:val="clear" w:color="auto" w:fill="FFFFFF"/>
      </w:pPr>
      <w:r>
        <w:rPr>
          <w:b/>
          <w:bCs/>
          <w:i/>
          <w:iCs/>
          <w:sz w:val="24"/>
          <w:szCs w:val="24"/>
        </w:rPr>
        <w:t>Председатель комиссии:</w:t>
      </w:r>
    </w:p>
    <w:p w:rsidR="00AE760F" w:rsidRDefault="00AE760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AE760F" w:rsidRDefault="00AE760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AE760F" w:rsidRDefault="00AE760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Члены комиссии:</w:t>
      </w:r>
    </w:p>
    <w:p w:rsidR="00AE760F" w:rsidRDefault="00AE760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AE760F" w:rsidRDefault="00AE760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AE760F" w:rsidRDefault="00AE760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AE760F" w:rsidRDefault="00AE760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AE760F" w:rsidRDefault="00AE760F">
      <w:pPr>
        <w:shd w:val="clear" w:color="auto" w:fill="FFFFFF"/>
        <w:tabs>
          <w:tab w:val="left" w:pos="5318"/>
        </w:tabs>
        <w:rPr>
          <w:sz w:val="24"/>
          <w:szCs w:val="24"/>
        </w:rPr>
      </w:pPr>
    </w:p>
    <w:p w:rsidR="00AE760F" w:rsidRDefault="00AE760F">
      <w:pPr>
        <w:shd w:val="clear" w:color="auto" w:fill="FFFFFF"/>
        <w:tabs>
          <w:tab w:val="left" w:pos="4642"/>
          <w:tab w:val="left" w:pos="5698"/>
          <w:tab w:val="left" w:pos="6998"/>
          <w:tab w:val="left" w:pos="7795"/>
        </w:tabs>
        <w:jc w:val="right"/>
      </w:pPr>
      <w:r>
        <w:rPr>
          <w:b/>
          <w:bCs/>
          <w:sz w:val="24"/>
          <w:szCs w:val="24"/>
        </w:rPr>
        <w:t>"</w:t>
      </w:r>
      <w:r>
        <w:rPr>
          <w:sz w:val="24"/>
          <w:szCs w:val="24"/>
        </w:rPr>
        <w:t>_____"  ______________20      г.</w:t>
      </w:r>
    </w:p>
    <w:sectPr w:rsidR="00AE760F" w:rsidSect="004E5863">
      <w:headerReference w:type="default" r:id="rId8"/>
      <w:type w:val="continuous"/>
      <w:pgSz w:w="11909" w:h="16834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60F" w:rsidRDefault="00AE760F">
      <w:r>
        <w:separator/>
      </w:r>
    </w:p>
  </w:endnote>
  <w:endnote w:type="continuationSeparator" w:id="0">
    <w:p w:rsidR="00AE760F" w:rsidRDefault="00AE7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60F" w:rsidRDefault="00AE760F">
      <w:r>
        <w:separator/>
      </w:r>
    </w:p>
  </w:footnote>
  <w:footnote w:type="continuationSeparator" w:id="0">
    <w:p w:rsidR="00AE760F" w:rsidRDefault="00AE7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60F" w:rsidRDefault="00AE760F">
    <w:pP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12</w:t>
    </w:r>
    <w:r>
      <w:rPr>
        <w:color w:val="000000"/>
      </w:rPr>
      <w:fldChar w:fldCharType="end"/>
    </w:r>
  </w:p>
  <w:p w:rsidR="00AE760F" w:rsidRDefault="00AE760F">
    <w:pPr>
      <w:tabs>
        <w:tab w:val="center" w:pos="4677"/>
        <w:tab w:val="right" w:pos="9355"/>
      </w:tabs>
      <w:ind w:right="360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DB6"/>
    <w:multiLevelType w:val="multilevel"/>
    <w:tmpl w:val="525647C6"/>
    <w:lvl w:ilvl="0">
      <w:start w:val="1"/>
      <w:numFmt w:val="bullet"/>
      <w:lvlText w:val="-"/>
      <w:lvlJc w:val="left"/>
      <w:pPr>
        <w:ind w:left="69" w:hanging="260"/>
      </w:pPr>
      <w:rPr>
        <w:rFonts w:ascii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0"/>
      </w:pPr>
    </w:lvl>
    <w:lvl w:ilvl="2">
      <w:start w:val="1"/>
      <w:numFmt w:val="bullet"/>
      <w:lvlText w:val="•"/>
      <w:lvlJc w:val="left"/>
      <w:pPr>
        <w:ind w:left="2044" w:hanging="260"/>
      </w:pPr>
    </w:lvl>
    <w:lvl w:ilvl="3">
      <w:start w:val="1"/>
      <w:numFmt w:val="bullet"/>
      <w:lvlText w:val="•"/>
      <w:lvlJc w:val="left"/>
      <w:pPr>
        <w:ind w:left="3036" w:hanging="260"/>
      </w:pPr>
    </w:lvl>
    <w:lvl w:ilvl="4">
      <w:start w:val="1"/>
      <w:numFmt w:val="bullet"/>
      <w:lvlText w:val="•"/>
      <w:lvlJc w:val="left"/>
      <w:pPr>
        <w:ind w:left="4028" w:hanging="260"/>
      </w:pPr>
    </w:lvl>
    <w:lvl w:ilvl="5">
      <w:start w:val="1"/>
      <w:numFmt w:val="bullet"/>
      <w:lvlText w:val="•"/>
      <w:lvlJc w:val="left"/>
      <w:pPr>
        <w:ind w:left="5020" w:hanging="260"/>
      </w:pPr>
    </w:lvl>
    <w:lvl w:ilvl="6">
      <w:start w:val="1"/>
      <w:numFmt w:val="bullet"/>
      <w:lvlText w:val="•"/>
      <w:lvlJc w:val="left"/>
      <w:pPr>
        <w:ind w:left="6012" w:hanging="260"/>
      </w:pPr>
    </w:lvl>
    <w:lvl w:ilvl="7">
      <w:start w:val="1"/>
      <w:numFmt w:val="bullet"/>
      <w:lvlText w:val="•"/>
      <w:lvlJc w:val="left"/>
      <w:pPr>
        <w:ind w:left="7004" w:hanging="260"/>
      </w:pPr>
    </w:lvl>
    <w:lvl w:ilvl="8">
      <w:start w:val="1"/>
      <w:numFmt w:val="bullet"/>
      <w:lvlText w:val="•"/>
      <w:lvlJc w:val="left"/>
      <w:pPr>
        <w:ind w:left="7996" w:hanging="260"/>
      </w:pPr>
    </w:lvl>
  </w:abstractNum>
  <w:abstractNum w:abstractNumId="1">
    <w:nsid w:val="211D0077"/>
    <w:multiLevelType w:val="multilevel"/>
    <w:tmpl w:val="E3340868"/>
    <w:lvl w:ilvl="0">
      <w:start w:val="1"/>
      <w:numFmt w:val="bullet"/>
      <w:lvlText w:val="-"/>
      <w:lvlJc w:val="left"/>
      <w:pPr>
        <w:ind w:left="69" w:hanging="264"/>
      </w:pPr>
      <w:rPr>
        <w:rFonts w:ascii="Arial MT" w:eastAsia="Times New Roman" w:hAnsi="Arial MT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3"/>
      </w:pPr>
    </w:lvl>
    <w:lvl w:ilvl="2">
      <w:start w:val="1"/>
      <w:numFmt w:val="bullet"/>
      <w:lvlText w:val="•"/>
      <w:lvlJc w:val="left"/>
      <w:pPr>
        <w:ind w:left="2044" w:hanging="264"/>
      </w:pPr>
    </w:lvl>
    <w:lvl w:ilvl="3">
      <w:start w:val="1"/>
      <w:numFmt w:val="bullet"/>
      <w:lvlText w:val="•"/>
      <w:lvlJc w:val="left"/>
      <w:pPr>
        <w:ind w:left="3036" w:hanging="263"/>
      </w:pPr>
    </w:lvl>
    <w:lvl w:ilvl="4">
      <w:start w:val="1"/>
      <w:numFmt w:val="bullet"/>
      <w:lvlText w:val="•"/>
      <w:lvlJc w:val="left"/>
      <w:pPr>
        <w:ind w:left="4028" w:hanging="263"/>
      </w:pPr>
    </w:lvl>
    <w:lvl w:ilvl="5">
      <w:start w:val="1"/>
      <w:numFmt w:val="bullet"/>
      <w:lvlText w:val="•"/>
      <w:lvlJc w:val="left"/>
      <w:pPr>
        <w:ind w:left="5020" w:hanging="264"/>
      </w:pPr>
    </w:lvl>
    <w:lvl w:ilvl="6">
      <w:start w:val="1"/>
      <w:numFmt w:val="bullet"/>
      <w:lvlText w:val="•"/>
      <w:lvlJc w:val="left"/>
      <w:pPr>
        <w:ind w:left="6012" w:hanging="262"/>
      </w:pPr>
    </w:lvl>
    <w:lvl w:ilvl="7">
      <w:start w:val="1"/>
      <w:numFmt w:val="bullet"/>
      <w:lvlText w:val="•"/>
      <w:lvlJc w:val="left"/>
      <w:pPr>
        <w:ind w:left="7004" w:hanging="264"/>
      </w:pPr>
    </w:lvl>
    <w:lvl w:ilvl="8">
      <w:start w:val="1"/>
      <w:numFmt w:val="bullet"/>
      <w:lvlText w:val="•"/>
      <w:lvlJc w:val="left"/>
      <w:pPr>
        <w:ind w:left="7996" w:hanging="264"/>
      </w:pPr>
    </w:lvl>
  </w:abstractNum>
  <w:abstractNum w:abstractNumId="2">
    <w:nsid w:val="352878E4"/>
    <w:multiLevelType w:val="multilevel"/>
    <w:tmpl w:val="2B26DC02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889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1609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329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049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3769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4489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209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5929" w:hanging="360"/>
      </w:pPr>
      <w:rPr>
        <w:rFonts w:ascii="Noto Sans Symbols" w:eastAsia="Times New Roman" w:hAnsi="Noto Sans Symbols"/>
      </w:rPr>
    </w:lvl>
  </w:abstractNum>
  <w:abstractNum w:abstractNumId="3">
    <w:nsid w:val="5DE15D49"/>
    <w:multiLevelType w:val="multilevel"/>
    <w:tmpl w:val="11B0F2CA"/>
    <w:lvl w:ilvl="0">
      <w:start w:val="1"/>
      <w:numFmt w:val="decimal"/>
      <w:lvlText w:val="%1."/>
      <w:lvlJc w:val="left"/>
      <w:pPr>
        <w:ind w:left="211" w:hanging="274"/>
      </w:pPr>
      <w:rPr>
        <w:rFonts w:ascii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6" w:hanging="274"/>
      </w:pPr>
    </w:lvl>
    <w:lvl w:ilvl="2">
      <w:start w:val="1"/>
      <w:numFmt w:val="bullet"/>
      <w:lvlText w:val="•"/>
      <w:lvlJc w:val="left"/>
      <w:pPr>
        <w:ind w:left="2172" w:hanging="274"/>
      </w:pPr>
    </w:lvl>
    <w:lvl w:ilvl="3">
      <w:start w:val="1"/>
      <w:numFmt w:val="bullet"/>
      <w:lvlText w:val="•"/>
      <w:lvlJc w:val="left"/>
      <w:pPr>
        <w:ind w:left="3148" w:hanging="273"/>
      </w:pPr>
    </w:lvl>
    <w:lvl w:ilvl="4">
      <w:start w:val="1"/>
      <w:numFmt w:val="bullet"/>
      <w:lvlText w:val="•"/>
      <w:lvlJc w:val="left"/>
      <w:pPr>
        <w:ind w:left="4124" w:hanging="274"/>
      </w:pPr>
    </w:lvl>
    <w:lvl w:ilvl="5">
      <w:start w:val="1"/>
      <w:numFmt w:val="bullet"/>
      <w:lvlText w:val="•"/>
      <w:lvlJc w:val="left"/>
      <w:pPr>
        <w:ind w:left="5100" w:hanging="274"/>
      </w:pPr>
    </w:lvl>
    <w:lvl w:ilvl="6">
      <w:start w:val="1"/>
      <w:numFmt w:val="bullet"/>
      <w:lvlText w:val="•"/>
      <w:lvlJc w:val="left"/>
      <w:pPr>
        <w:ind w:left="6076" w:hanging="274"/>
      </w:pPr>
    </w:lvl>
    <w:lvl w:ilvl="7">
      <w:start w:val="1"/>
      <w:numFmt w:val="bullet"/>
      <w:lvlText w:val="•"/>
      <w:lvlJc w:val="left"/>
      <w:pPr>
        <w:ind w:left="7052" w:hanging="272"/>
      </w:pPr>
    </w:lvl>
    <w:lvl w:ilvl="8">
      <w:start w:val="1"/>
      <w:numFmt w:val="bullet"/>
      <w:lvlText w:val="•"/>
      <w:lvlJc w:val="left"/>
      <w:pPr>
        <w:ind w:left="8028" w:hanging="274"/>
      </w:pPr>
    </w:lvl>
  </w:abstractNum>
  <w:abstractNum w:abstractNumId="4">
    <w:nsid w:val="60F26473"/>
    <w:multiLevelType w:val="multilevel"/>
    <w:tmpl w:val="B7105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5">
    <w:nsid w:val="6BB96C5D"/>
    <w:multiLevelType w:val="multilevel"/>
    <w:tmpl w:val="132844A8"/>
    <w:lvl w:ilvl="0">
      <w:start w:val="1"/>
      <w:numFmt w:val="decimal"/>
      <w:lvlText w:val="%1."/>
      <w:lvlJc w:val="left"/>
      <w:rPr>
        <w:rFonts w:ascii="Times New Roman" w:eastAsia="Times New Roman" w:hAnsi="Times New Roman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>
    <w:nsid w:val="6D040A36"/>
    <w:multiLevelType w:val="multilevel"/>
    <w:tmpl w:val="CE704E66"/>
    <w:lvl w:ilvl="0">
      <w:start w:val="1"/>
      <w:numFmt w:val="bullet"/>
      <w:lvlText w:val="-"/>
      <w:lvlJc w:val="left"/>
      <w:pPr>
        <w:ind w:left="69" w:hanging="264"/>
      </w:pPr>
      <w:rPr>
        <w:rFonts w:ascii="Arial MT" w:eastAsia="Times New Roman" w:hAnsi="Arial MT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3"/>
      </w:pPr>
    </w:lvl>
    <w:lvl w:ilvl="2">
      <w:start w:val="1"/>
      <w:numFmt w:val="bullet"/>
      <w:lvlText w:val="•"/>
      <w:lvlJc w:val="left"/>
      <w:pPr>
        <w:ind w:left="2044" w:hanging="264"/>
      </w:pPr>
    </w:lvl>
    <w:lvl w:ilvl="3">
      <w:start w:val="1"/>
      <w:numFmt w:val="bullet"/>
      <w:lvlText w:val="•"/>
      <w:lvlJc w:val="left"/>
      <w:pPr>
        <w:ind w:left="3036" w:hanging="263"/>
      </w:pPr>
    </w:lvl>
    <w:lvl w:ilvl="4">
      <w:start w:val="1"/>
      <w:numFmt w:val="bullet"/>
      <w:lvlText w:val="•"/>
      <w:lvlJc w:val="left"/>
      <w:pPr>
        <w:ind w:left="4028" w:hanging="263"/>
      </w:pPr>
    </w:lvl>
    <w:lvl w:ilvl="5">
      <w:start w:val="1"/>
      <w:numFmt w:val="bullet"/>
      <w:lvlText w:val="•"/>
      <w:lvlJc w:val="left"/>
      <w:pPr>
        <w:ind w:left="5020" w:hanging="264"/>
      </w:pPr>
    </w:lvl>
    <w:lvl w:ilvl="6">
      <w:start w:val="1"/>
      <w:numFmt w:val="bullet"/>
      <w:lvlText w:val="•"/>
      <w:lvlJc w:val="left"/>
      <w:pPr>
        <w:ind w:left="6012" w:hanging="262"/>
      </w:pPr>
    </w:lvl>
    <w:lvl w:ilvl="7">
      <w:start w:val="1"/>
      <w:numFmt w:val="bullet"/>
      <w:lvlText w:val="•"/>
      <w:lvlJc w:val="left"/>
      <w:pPr>
        <w:ind w:left="7004" w:hanging="264"/>
      </w:pPr>
    </w:lvl>
    <w:lvl w:ilvl="8">
      <w:start w:val="1"/>
      <w:numFmt w:val="bullet"/>
      <w:lvlText w:val="•"/>
      <w:lvlJc w:val="left"/>
      <w:pPr>
        <w:ind w:left="7996" w:hanging="264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CCB"/>
    <w:rsid w:val="0000704A"/>
    <w:rsid w:val="001B7E34"/>
    <w:rsid w:val="004A637B"/>
    <w:rsid w:val="004B3915"/>
    <w:rsid w:val="004E5863"/>
    <w:rsid w:val="00560570"/>
    <w:rsid w:val="005D6ED7"/>
    <w:rsid w:val="00630FE8"/>
    <w:rsid w:val="006E649C"/>
    <w:rsid w:val="008537E7"/>
    <w:rsid w:val="009007B9"/>
    <w:rsid w:val="00972CF5"/>
    <w:rsid w:val="00A25768"/>
    <w:rsid w:val="00AE760F"/>
    <w:rsid w:val="00B4248B"/>
    <w:rsid w:val="00BF4598"/>
    <w:rsid w:val="00BF6CCB"/>
    <w:rsid w:val="00EF0866"/>
    <w:rsid w:val="00F2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863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5863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5863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5863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5863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5863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5863"/>
    <w:pPr>
      <w:keepNext/>
      <w:keepLines/>
      <w:spacing w:before="200" w:after="40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42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42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642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642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642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426"/>
    <w:rPr>
      <w:rFonts w:asciiTheme="minorHAnsi" w:eastAsiaTheme="minorEastAsia" w:hAnsiTheme="minorHAnsi" w:cstheme="minorBidi"/>
      <w:b/>
      <w:bCs/>
    </w:rPr>
  </w:style>
  <w:style w:type="table" w:customStyle="1" w:styleId="TableNormal1">
    <w:name w:val="Table Normal1"/>
    <w:uiPriority w:val="99"/>
    <w:rsid w:val="004E5863"/>
    <w:pPr>
      <w:widowControl w:val="0"/>
    </w:pPr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4E5863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E642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E5863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DE6426"/>
    <w:rPr>
      <w:rFonts w:asciiTheme="majorHAnsi" w:eastAsiaTheme="majorEastAsia" w:hAnsiTheme="majorHAnsi" w:cstheme="majorBidi"/>
      <w:sz w:val="24"/>
      <w:szCs w:val="24"/>
    </w:rPr>
  </w:style>
  <w:style w:type="table" w:customStyle="1" w:styleId="a">
    <w:name w:val="Стиль"/>
    <w:basedOn w:val="TableNormal1"/>
    <w:uiPriority w:val="99"/>
    <w:rsid w:val="004E5863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2">
    <w:name w:val="Стиль2"/>
    <w:basedOn w:val="TableNormal1"/>
    <w:uiPriority w:val="99"/>
    <w:rsid w:val="004E5863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1">
    <w:name w:val="Стиль1"/>
    <w:basedOn w:val="TableNormal1"/>
    <w:uiPriority w:val="99"/>
    <w:rsid w:val="004E5863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Footer">
    <w:name w:val="footer"/>
    <w:basedOn w:val="Normal"/>
    <w:link w:val="FooterChar"/>
    <w:uiPriority w:val="99"/>
    <w:rsid w:val="004B39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915"/>
  </w:style>
  <w:style w:type="paragraph" w:styleId="Header">
    <w:name w:val="header"/>
    <w:basedOn w:val="Normal"/>
    <w:link w:val="HeaderChar"/>
    <w:uiPriority w:val="99"/>
    <w:rsid w:val="004B39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915"/>
  </w:style>
  <w:style w:type="paragraph" w:styleId="ListParagraph">
    <w:name w:val="List Paragraph"/>
    <w:basedOn w:val="Normal"/>
    <w:uiPriority w:val="99"/>
    <w:qFormat/>
    <w:rsid w:val="004B3915"/>
    <w:pPr>
      <w:ind w:left="720"/>
    </w:pPr>
  </w:style>
  <w:style w:type="paragraph" w:styleId="NormalWeb">
    <w:name w:val="Normal (Web)"/>
    <w:basedOn w:val="Normal"/>
    <w:uiPriority w:val="99"/>
    <w:semiHidden/>
    <w:rsid w:val="00BF4598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uiPriority w:val="99"/>
    <w:rsid w:val="00BF4598"/>
  </w:style>
  <w:style w:type="character" w:customStyle="1" w:styleId="FontStyle140">
    <w:name w:val="Font Style140"/>
    <w:basedOn w:val="DefaultParagraphFont"/>
    <w:uiPriority w:val="99"/>
    <w:rsid w:val="008537E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2">
    <w:name w:val="Font Style142"/>
    <w:basedOn w:val="DefaultParagraphFont"/>
    <w:uiPriority w:val="99"/>
    <w:rsid w:val="008537E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9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94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94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12</Pages>
  <Words>2432</Words>
  <Characters>13865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Алекс. Котляров</dc:creator>
  <cp:keywords/>
  <dc:description/>
  <cp:lastModifiedBy>User</cp:lastModifiedBy>
  <cp:revision>6</cp:revision>
  <dcterms:created xsi:type="dcterms:W3CDTF">2023-06-15T05:42:00Z</dcterms:created>
  <dcterms:modified xsi:type="dcterms:W3CDTF">2023-09-10T18:08:00Z</dcterms:modified>
</cp:coreProperties>
</file>